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E62" w:rsidRPr="007A0732" w:rsidRDefault="007A0732" w:rsidP="007A0732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Cs w:val="24"/>
        </w:rPr>
      </w:pPr>
      <w:r w:rsidRPr="007A0732">
        <w:rPr>
          <w:caps w:val="0"/>
          <w:spacing w:val="0"/>
          <w:szCs w:val="24"/>
        </w:rPr>
        <w:t>ПРОЕКТ</w:t>
      </w:r>
    </w:p>
    <w:p w:rsidR="007A0732" w:rsidRDefault="007A0732" w:rsidP="007F1C08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ind w:firstLine="6237"/>
        <w:rPr>
          <w:b/>
          <w:sz w:val="28"/>
          <w:szCs w:val="28"/>
        </w:rPr>
      </w:pPr>
    </w:p>
    <w:p w:rsidR="00105E62" w:rsidRPr="007F1C08" w:rsidRDefault="00105E62" w:rsidP="007F1C08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ind w:firstLine="6237"/>
        <w:rPr>
          <w:b/>
          <w:sz w:val="28"/>
          <w:szCs w:val="28"/>
        </w:rPr>
      </w:pPr>
      <w:r w:rsidRPr="007F1C08">
        <w:rPr>
          <w:b/>
          <w:sz w:val="28"/>
          <w:szCs w:val="28"/>
        </w:rPr>
        <w:t>УТВЕРЖДЕНО</w:t>
      </w:r>
    </w:p>
    <w:p w:rsidR="00105E62" w:rsidRDefault="00105E62" w:rsidP="007F1C08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ind w:firstLine="6237"/>
        <w:rPr>
          <w:sz w:val="28"/>
          <w:szCs w:val="28"/>
        </w:rPr>
      </w:pPr>
      <w:r>
        <w:rPr>
          <w:sz w:val="28"/>
          <w:szCs w:val="28"/>
        </w:rPr>
        <w:t>р</w:t>
      </w:r>
      <w:r w:rsidRPr="00D77AF9">
        <w:rPr>
          <w:sz w:val="28"/>
          <w:szCs w:val="28"/>
        </w:rPr>
        <w:t xml:space="preserve">ешением </w:t>
      </w:r>
      <w:r w:rsidR="007D5CF9">
        <w:rPr>
          <w:sz w:val="28"/>
          <w:szCs w:val="28"/>
        </w:rPr>
        <w:t>внеочередного</w:t>
      </w:r>
      <w:r w:rsidRPr="00D77AF9">
        <w:rPr>
          <w:sz w:val="28"/>
          <w:szCs w:val="28"/>
        </w:rPr>
        <w:t xml:space="preserve"> </w:t>
      </w:r>
    </w:p>
    <w:p w:rsidR="00105E62" w:rsidRDefault="00105E62" w:rsidP="007F1C08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ind w:firstLine="6237"/>
        <w:rPr>
          <w:sz w:val="28"/>
          <w:szCs w:val="28"/>
        </w:rPr>
      </w:pPr>
      <w:r>
        <w:rPr>
          <w:sz w:val="28"/>
          <w:szCs w:val="28"/>
        </w:rPr>
        <w:t>о</w:t>
      </w:r>
      <w:r w:rsidRPr="00D77AF9">
        <w:rPr>
          <w:sz w:val="28"/>
          <w:szCs w:val="28"/>
        </w:rPr>
        <w:t>бщего</w:t>
      </w:r>
      <w:r>
        <w:rPr>
          <w:sz w:val="28"/>
          <w:szCs w:val="28"/>
        </w:rPr>
        <w:t xml:space="preserve"> </w:t>
      </w:r>
      <w:r w:rsidRPr="00D77AF9">
        <w:rPr>
          <w:sz w:val="28"/>
          <w:szCs w:val="28"/>
        </w:rPr>
        <w:t xml:space="preserve">собрания акционеров </w:t>
      </w:r>
    </w:p>
    <w:p w:rsidR="00105E62" w:rsidRPr="00D77AF9" w:rsidRDefault="007D5CF9" w:rsidP="007F1C08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ind w:firstLine="6237"/>
        <w:rPr>
          <w:sz w:val="28"/>
          <w:szCs w:val="28"/>
        </w:rPr>
      </w:pPr>
      <w:r>
        <w:rPr>
          <w:sz w:val="28"/>
          <w:szCs w:val="28"/>
        </w:rPr>
        <w:t>П</w:t>
      </w:r>
      <w:r w:rsidR="00105E62">
        <w:rPr>
          <w:sz w:val="28"/>
          <w:szCs w:val="28"/>
        </w:rPr>
        <w:t>АО «Красный Октябрь»</w:t>
      </w:r>
    </w:p>
    <w:p w:rsidR="00105E62" w:rsidRDefault="00105E62" w:rsidP="002E3A68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ind w:firstLine="6237"/>
        <w:rPr>
          <w:sz w:val="28"/>
          <w:szCs w:val="28"/>
        </w:rPr>
      </w:pPr>
      <w:r w:rsidRPr="00D77AF9">
        <w:rPr>
          <w:sz w:val="28"/>
          <w:szCs w:val="28"/>
        </w:rPr>
        <w:t>Протокол</w:t>
      </w:r>
      <w:r w:rsidR="007D5CF9">
        <w:rPr>
          <w:sz w:val="28"/>
          <w:szCs w:val="28"/>
        </w:rPr>
        <w:t xml:space="preserve"> б/н</w:t>
      </w:r>
      <w:r w:rsidRPr="00D77AF9">
        <w:rPr>
          <w:sz w:val="28"/>
          <w:szCs w:val="28"/>
        </w:rPr>
        <w:t xml:space="preserve"> от</w:t>
      </w:r>
      <w:r w:rsidRPr="00E9772E">
        <w:rPr>
          <w:sz w:val="28"/>
          <w:szCs w:val="28"/>
        </w:rPr>
        <w:t xml:space="preserve"> </w:t>
      </w:r>
      <w:r w:rsidR="007D5CF9" w:rsidRPr="007D5CF9">
        <w:rPr>
          <w:sz w:val="28"/>
          <w:szCs w:val="28"/>
          <w:highlight w:val="yellow"/>
        </w:rPr>
        <w:t xml:space="preserve">« » </w:t>
      </w:r>
      <w:r w:rsidRPr="007D5CF9">
        <w:rPr>
          <w:sz w:val="28"/>
          <w:szCs w:val="28"/>
          <w:highlight w:val="yellow"/>
        </w:rPr>
        <w:t>20</w:t>
      </w:r>
      <w:r w:rsidR="007D5CF9" w:rsidRPr="007D5CF9">
        <w:rPr>
          <w:sz w:val="28"/>
          <w:szCs w:val="28"/>
          <w:highlight w:val="yellow"/>
        </w:rPr>
        <w:t>22</w:t>
      </w:r>
      <w:r w:rsidRPr="007D5CF9">
        <w:rPr>
          <w:sz w:val="28"/>
          <w:szCs w:val="28"/>
          <w:highlight w:val="yellow"/>
        </w:rPr>
        <w:t> г.</w:t>
      </w:r>
      <w:r w:rsidRPr="00D77AF9">
        <w:rPr>
          <w:sz w:val="28"/>
          <w:szCs w:val="28"/>
        </w:rPr>
        <w:t xml:space="preserve"> </w:t>
      </w:r>
    </w:p>
    <w:p w:rsidR="00105E62" w:rsidRPr="00D77AF9" w:rsidRDefault="00105E62" w:rsidP="002E3A68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ind w:firstLine="6237"/>
        <w:rPr>
          <w:sz w:val="28"/>
          <w:szCs w:val="28"/>
        </w:rPr>
      </w:pPr>
    </w:p>
    <w:p w:rsidR="00105E62" w:rsidRDefault="00105E62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Cs w:val="24"/>
        </w:rPr>
      </w:pPr>
    </w:p>
    <w:p w:rsidR="00105E62" w:rsidRDefault="00105E62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Cs w:val="24"/>
        </w:rPr>
      </w:pPr>
    </w:p>
    <w:p w:rsidR="00105E62" w:rsidRDefault="00105E62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Cs w:val="24"/>
        </w:rPr>
      </w:pPr>
    </w:p>
    <w:p w:rsidR="00105E62" w:rsidRDefault="00105E62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Cs w:val="24"/>
        </w:rPr>
      </w:pPr>
    </w:p>
    <w:p w:rsidR="00105E62" w:rsidRDefault="00105E62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Cs w:val="24"/>
        </w:rPr>
      </w:pPr>
    </w:p>
    <w:p w:rsidR="00105E62" w:rsidRDefault="007D5CF9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Cs w:val="24"/>
        </w:rPr>
      </w:pPr>
      <w:r>
        <w:rPr>
          <w:caps w:val="0"/>
          <w:spacing w:val="0"/>
          <w:szCs w:val="24"/>
        </w:rPr>
        <w:t>ИЗМЕНЕНИЯ № 1</w:t>
      </w:r>
    </w:p>
    <w:p w:rsidR="007D5CF9" w:rsidRDefault="007D5CF9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 w:val="40"/>
          <w:szCs w:val="24"/>
        </w:rPr>
      </w:pPr>
      <w:r>
        <w:rPr>
          <w:caps w:val="0"/>
          <w:spacing w:val="0"/>
          <w:sz w:val="40"/>
          <w:szCs w:val="24"/>
        </w:rPr>
        <w:t>к уставу (Тринадцатая редакция)</w:t>
      </w:r>
    </w:p>
    <w:p w:rsidR="00105E62" w:rsidRPr="002D55AF" w:rsidRDefault="00105E62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 w:val="44"/>
          <w:szCs w:val="44"/>
        </w:rPr>
      </w:pPr>
      <w:r w:rsidRPr="002D55AF">
        <w:rPr>
          <w:caps w:val="0"/>
          <w:spacing w:val="0"/>
          <w:sz w:val="40"/>
          <w:szCs w:val="24"/>
        </w:rPr>
        <w:t>Публичного акционерного общества</w:t>
      </w:r>
      <w:r w:rsidRPr="002D55AF">
        <w:rPr>
          <w:caps w:val="0"/>
          <w:spacing w:val="0"/>
          <w:sz w:val="40"/>
          <w:szCs w:val="24"/>
        </w:rPr>
        <w:br/>
      </w:r>
      <w:r w:rsidRPr="002D55AF">
        <w:rPr>
          <w:caps w:val="0"/>
          <w:spacing w:val="0"/>
          <w:sz w:val="44"/>
          <w:szCs w:val="44"/>
        </w:rPr>
        <w:t xml:space="preserve">"Московская кондитерская фабрика </w:t>
      </w:r>
    </w:p>
    <w:p w:rsidR="00105E62" w:rsidRPr="002D55AF" w:rsidRDefault="00105E62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spacing w:val="0"/>
          <w:sz w:val="44"/>
          <w:szCs w:val="44"/>
        </w:rPr>
      </w:pPr>
      <w:r w:rsidRPr="002D55AF">
        <w:rPr>
          <w:caps w:val="0"/>
          <w:spacing w:val="0"/>
          <w:sz w:val="44"/>
          <w:szCs w:val="44"/>
        </w:rPr>
        <w:t>"Красный Октябрь"</w:t>
      </w:r>
    </w:p>
    <w:p w:rsidR="00105E62" w:rsidRDefault="00105E62" w:rsidP="007D5CF9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jc w:val="left"/>
        <w:rPr>
          <w:sz w:val="28"/>
          <w:szCs w:val="24"/>
        </w:rPr>
      </w:pPr>
    </w:p>
    <w:p w:rsidR="007D5CF9" w:rsidRPr="002D55AF" w:rsidRDefault="007D5CF9" w:rsidP="007D5CF9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jc w:val="left"/>
        <w:rPr>
          <w:sz w:val="28"/>
          <w:szCs w:val="24"/>
        </w:rPr>
      </w:pPr>
    </w:p>
    <w:p w:rsidR="00105E62" w:rsidRPr="00D77AF9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</w:p>
    <w:p w:rsidR="00105E62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28"/>
          <w:szCs w:val="24"/>
        </w:rPr>
      </w:pPr>
      <w:r>
        <w:object w:dxaOrig="14363" w:dyaOrig="6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22pt" o:ole="" fillcolor="blue">
            <v:imagedata r:id="rId7" o:title=""/>
          </v:shape>
          <o:OLEObject Type="Embed" ProgID="MSDraw.1.01" ShapeID="_x0000_i1025" DrawAspect="Content" ObjectID="_1727788670" r:id="rId8"/>
        </w:object>
      </w:r>
    </w:p>
    <w:p w:rsidR="00105E62" w:rsidRPr="00D77AF9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b w:val="0"/>
          <w:sz w:val="12"/>
          <w:szCs w:val="24"/>
        </w:rPr>
      </w:pPr>
    </w:p>
    <w:p w:rsidR="00105E62" w:rsidRPr="00D77AF9" w:rsidRDefault="00105E62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 w:val="28"/>
          <w:szCs w:val="24"/>
        </w:rPr>
      </w:pPr>
      <w:r w:rsidRPr="00D77AF9">
        <w:rPr>
          <w:caps w:val="0"/>
          <w:spacing w:val="0"/>
          <w:sz w:val="28"/>
          <w:szCs w:val="24"/>
        </w:rPr>
        <w:t xml:space="preserve">Москва </w:t>
      </w:r>
    </w:p>
    <w:p w:rsidR="00105E62" w:rsidRPr="00D77AF9" w:rsidRDefault="00105E62" w:rsidP="007F1C08">
      <w:pPr>
        <w:pStyle w:val="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caps w:val="0"/>
          <w:spacing w:val="0"/>
          <w:sz w:val="28"/>
          <w:szCs w:val="24"/>
        </w:rPr>
      </w:pPr>
      <w:r>
        <w:rPr>
          <w:caps w:val="0"/>
          <w:spacing w:val="0"/>
          <w:sz w:val="28"/>
          <w:szCs w:val="24"/>
        </w:rPr>
        <w:t>20</w:t>
      </w:r>
      <w:r w:rsidR="007D5CF9">
        <w:rPr>
          <w:caps w:val="0"/>
          <w:spacing w:val="0"/>
          <w:sz w:val="28"/>
          <w:szCs w:val="24"/>
        </w:rPr>
        <w:t>22</w:t>
      </w:r>
    </w:p>
    <w:p w:rsidR="00105E62" w:rsidRPr="00F94C2C" w:rsidRDefault="00105E62" w:rsidP="007F1C08">
      <w:pPr>
        <w:pStyle w:val="21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hd w:val="clear" w:color="auto" w:fill="FFFFFF"/>
        <w:rPr>
          <w:sz w:val="24"/>
          <w:szCs w:val="24"/>
        </w:rPr>
      </w:pPr>
    </w:p>
    <w:p w:rsidR="007D5CF9" w:rsidRPr="007D5CF9" w:rsidRDefault="007D5CF9" w:rsidP="007D5CF9">
      <w:pPr>
        <w:widowControl w:val="0"/>
        <w:ind w:firstLine="720"/>
        <w:jc w:val="both"/>
        <w:rPr>
          <w:color w:val="000000"/>
        </w:rPr>
      </w:pPr>
    </w:p>
    <w:p w:rsidR="002A7C44" w:rsidRDefault="002A7C44" w:rsidP="007D5CF9">
      <w:pPr>
        <w:widowControl w:val="0"/>
        <w:ind w:firstLine="72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D5CF9" w:rsidRPr="002A7C44" w:rsidRDefault="007D5CF9" w:rsidP="007D5CF9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2A7C44">
        <w:rPr>
          <w:color w:val="000000"/>
          <w:sz w:val="28"/>
          <w:szCs w:val="28"/>
        </w:rPr>
        <w:t xml:space="preserve">В соответствии с решением </w:t>
      </w:r>
      <w:r w:rsidR="00C80798">
        <w:rPr>
          <w:color w:val="000000"/>
          <w:sz w:val="28"/>
          <w:szCs w:val="28"/>
        </w:rPr>
        <w:t>в</w:t>
      </w:r>
      <w:r w:rsidRPr="002A7C44">
        <w:rPr>
          <w:color w:val="000000"/>
          <w:sz w:val="28"/>
          <w:szCs w:val="28"/>
        </w:rPr>
        <w:t>неочередного общего собрания акционеров Публичного акционерного общества «Московская кондитерская фабрика «Красный Октябрь» (</w:t>
      </w:r>
      <w:r w:rsidR="002A7C44" w:rsidRPr="002A7C44">
        <w:rPr>
          <w:color w:val="000000"/>
          <w:sz w:val="28"/>
          <w:szCs w:val="28"/>
        </w:rPr>
        <w:t xml:space="preserve">Протокол б/н </w:t>
      </w:r>
      <w:r w:rsidR="002A7C44" w:rsidRPr="002A7C44">
        <w:rPr>
          <w:color w:val="000000"/>
          <w:sz w:val="28"/>
          <w:szCs w:val="28"/>
          <w:highlight w:val="yellow"/>
        </w:rPr>
        <w:t>от « » 2022 г.</w:t>
      </w:r>
      <w:r w:rsidR="00C80798">
        <w:rPr>
          <w:color w:val="000000"/>
          <w:sz w:val="28"/>
          <w:szCs w:val="28"/>
          <w:highlight w:val="yellow"/>
        </w:rPr>
        <w:t>)</w:t>
      </w:r>
      <w:r w:rsidR="002A7C44" w:rsidRPr="002A7C44">
        <w:rPr>
          <w:color w:val="000000"/>
          <w:sz w:val="28"/>
          <w:szCs w:val="28"/>
        </w:rPr>
        <w:t xml:space="preserve"> </w:t>
      </w:r>
      <w:r w:rsidRPr="002A7C44">
        <w:rPr>
          <w:color w:val="000000"/>
          <w:sz w:val="28"/>
          <w:szCs w:val="28"/>
        </w:rPr>
        <w:t>далее – «Общество», зарегистрированного Московской регистрационной палатой «25» ноября 1992 года за № 050.108 и внесенного в Единый государственный реестр юридических лиц Управлением МНС России по г. Москве за основным государственным регистрационным номером 1027700247618, внести в устав Общества следующие изменения:</w:t>
      </w:r>
    </w:p>
    <w:p w:rsidR="007D5CF9" w:rsidRPr="002A7C44" w:rsidRDefault="007D5CF9" w:rsidP="007D5CF9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7D5CF9" w:rsidRPr="002A7C44" w:rsidRDefault="007D5CF9" w:rsidP="007D5CF9">
      <w:pPr>
        <w:widowControl w:val="0"/>
        <w:ind w:firstLine="720"/>
        <w:jc w:val="both"/>
        <w:rPr>
          <w:b/>
          <w:sz w:val="28"/>
          <w:szCs w:val="28"/>
        </w:rPr>
      </w:pPr>
      <w:r w:rsidRPr="002A7C44">
        <w:rPr>
          <w:color w:val="000000"/>
          <w:sz w:val="28"/>
          <w:szCs w:val="28"/>
        </w:rPr>
        <w:t xml:space="preserve">Пункт 18.3 </w:t>
      </w:r>
      <w:r w:rsidR="002A7C44">
        <w:rPr>
          <w:color w:val="000000"/>
          <w:sz w:val="28"/>
          <w:szCs w:val="28"/>
        </w:rPr>
        <w:t>у</w:t>
      </w:r>
      <w:r w:rsidRPr="002A7C44">
        <w:rPr>
          <w:color w:val="000000"/>
          <w:sz w:val="28"/>
          <w:szCs w:val="28"/>
        </w:rPr>
        <w:t>става Общества</w:t>
      </w:r>
      <w:r w:rsidRPr="002A7C44">
        <w:rPr>
          <w:b/>
          <w:sz w:val="28"/>
          <w:szCs w:val="28"/>
        </w:rPr>
        <w:t xml:space="preserve"> изложить в следующей редакции:</w:t>
      </w:r>
    </w:p>
    <w:p w:rsidR="007D5CF9" w:rsidRPr="002A7C44" w:rsidRDefault="007D5CF9" w:rsidP="007D5CF9">
      <w:pPr>
        <w:widowControl w:val="0"/>
        <w:ind w:firstLine="708"/>
        <w:jc w:val="both"/>
        <w:rPr>
          <w:sz w:val="28"/>
          <w:szCs w:val="28"/>
        </w:rPr>
      </w:pPr>
      <w:r w:rsidRPr="002A7C44">
        <w:rPr>
          <w:sz w:val="28"/>
          <w:szCs w:val="28"/>
        </w:rPr>
        <w:t>«18.3. Количественный состав Ревизионной комиссии Общества составляет 3 (Три) человека.</w:t>
      </w:r>
    </w:p>
    <w:p w:rsidR="007D5CF9" w:rsidRPr="002A7C44" w:rsidRDefault="007D5CF9" w:rsidP="007D5CF9">
      <w:pPr>
        <w:widowControl w:val="0"/>
        <w:ind w:firstLine="708"/>
        <w:jc w:val="both"/>
        <w:rPr>
          <w:sz w:val="28"/>
          <w:szCs w:val="28"/>
        </w:rPr>
      </w:pPr>
      <w:r w:rsidRPr="002A7C44">
        <w:rPr>
          <w:sz w:val="28"/>
          <w:szCs w:val="28"/>
        </w:rPr>
        <w:t>Ревизионная комиссия из своего состава избирает председателя, который руководит работой Ревизионной комиссии и подписывает составляемые ею заключения. Общество обязано создавать все необходимые условия для нормальной работы Ревизионной комиссии (Ревизора) Общества (предоставлять помещение, документы, транспорт, необходимую оргтехнику и т.д.)».</w:t>
      </w:r>
    </w:p>
    <w:p w:rsidR="007D5CF9" w:rsidRPr="002A7C44" w:rsidRDefault="007D5CF9" w:rsidP="007D5CF9">
      <w:pPr>
        <w:pStyle w:val="23"/>
        <w:overflowPunct/>
        <w:autoSpaceDE/>
        <w:autoSpaceDN/>
        <w:adjustRightInd/>
        <w:spacing w:before="360" w:after="240"/>
        <w:ind w:left="720" w:right="-40"/>
        <w:textAlignment w:val="auto"/>
        <w:rPr>
          <w:b/>
          <w:sz w:val="28"/>
          <w:szCs w:val="28"/>
        </w:rPr>
      </w:pPr>
      <w:r w:rsidRPr="002A7C44">
        <w:rPr>
          <w:b/>
          <w:sz w:val="28"/>
          <w:szCs w:val="28"/>
        </w:rPr>
        <w:t xml:space="preserve">Остальной текст </w:t>
      </w:r>
      <w:r w:rsidR="002A7C44">
        <w:rPr>
          <w:b/>
          <w:sz w:val="28"/>
          <w:szCs w:val="28"/>
        </w:rPr>
        <w:t>у</w:t>
      </w:r>
      <w:r w:rsidRPr="002A7C44">
        <w:rPr>
          <w:b/>
          <w:sz w:val="28"/>
          <w:szCs w:val="28"/>
        </w:rPr>
        <w:t>става Общества оставить без изменений.</w:t>
      </w:r>
    </w:p>
    <w:p w:rsidR="00105E62" w:rsidRPr="00663C77" w:rsidRDefault="00105E62" w:rsidP="00232B22">
      <w:pPr>
        <w:pStyle w:val="31"/>
        <w:rPr>
          <w:sz w:val="24"/>
          <w:szCs w:val="24"/>
        </w:rPr>
      </w:pPr>
    </w:p>
    <w:sectPr w:rsidR="00105E62" w:rsidRPr="00663C77" w:rsidSect="00736388">
      <w:headerReference w:type="even" r:id="rId9"/>
      <w:headerReference w:type="default" r:id="rId10"/>
      <w:footerReference w:type="default" r:id="rId11"/>
      <w:pgSz w:w="11907" w:h="16840" w:code="9"/>
      <w:pgMar w:top="737" w:right="680" w:bottom="567" w:left="907" w:header="567" w:footer="306" w:gutter="0"/>
      <w:pgBorders w:display="firstPage" w:offsetFrom="page">
        <w:top w:val="pyramidsAbove" w:sz="8" w:space="24" w:color="auto"/>
        <w:left w:val="pyramidsAbove" w:sz="8" w:space="24" w:color="auto"/>
        <w:bottom w:val="pyramidsAbove" w:sz="8" w:space="24" w:color="auto"/>
        <w:right w:val="pyramidsAbove" w:sz="8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CF9" w:rsidRDefault="007D5CF9">
      <w:r>
        <w:separator/>
      </w:r>
    </w:p>
  </w:endnote>
  <w:endnote w:type="continuationSeparator" w:id="0">
    <w:p w:rsidR="007D5CF9" w:rsidRDefault="007D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CF9" w:rsidRPr="00856FA4" w:rsidRDefault="007D5CF9" w:rsidP="006D0480">
    <w:pPr>
      <w:pStyle w:val="a6"/>
      <w:spacing w:line="220" w:lineRule="exact"/>
      <w:jc w:val="center"/>
    </w:pPr>
    <w:r>
      <w:object w:dxaOrig="14363" w:dyaOrig="63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.65pt;height:6.65pt" o:ole="" o:preferrelative="f" fillcolor="window">
          <v:imagedata r:id="rId1" o:title=""/>
          <o:lock v:ext="edit" aspectratio="f"/>
        </v:shape>
        <o:OLEObject Type="Embed" ProgID="MSDraw.1.01" ShapeID="_x0000_i1026" DrawAspect="Content" ObjectID="_1727788671" r:id="rId2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CF9" w:rsidRDefault="007D5CF9">
      <w:r>
        <w:separator/>
      </w:r>
    </w:p>
  </w:footnote>
  <w:footnote w:type="continuationSeparator" w:id="0">
    <w:p w:rsidR="007D5CF9" w:rsidRDefault="007D5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CF9" w:rsidRDefault="007D5C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D5CF9" w:rsidRDefault="007D5CF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CF9" w:rsidRDefault="007D5CF9" w:rsidP="006D0480">
    <w:pPr>
      <w:pStyle w:val="a4"/>
      <w:tabs>
        <w:tab w:val="clear" w:pos="4536"/>
        <w:tab w:val="clear" w:pos="9072"/>
      </w:tabs>
      <w:ind w:right="28"/>
      <w:jc w:val="center"/>
      <w:rPr>
        <w:rFonts w:ascii="Arial" w:hAnsi="Arial" w:cs="Arial"/>
      </w:rPr>
    </w:pPr>
    <w:r>
      <w:rPr>
        <w:rFonts w:ascii="Arial" w:hAnsi="Arial" w:cs="Arial"/>
        <w:sz w:val="18"/>
      </w:rPr>
      <w:t xml:space="preserve">- </w:t>
    </w:r>
    <w:r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PAGE </w:instrText>
    </w:r>
    <w:r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>
      <w:rPr>
        <w:rFonts w:ascii="Arial" w:hAnsi="Arial" w:cs="Arial"/>
        <w:sz w:val="18"/>
      </w:rPr>
      <w:fldChar w:fldCharType="end"/>
    </w:r>
    <w:r>
      <w:rPr>
        <w:rFonts w:ascii="Arial" w:hAnsi="Arial" w:cs="Arial"/>
        <w:sz w:val="18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FC6C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E0E905A"/>
    <w:lvl w:ilvl="0">
      <w:numFmt w:val="decimal"/>
      <w:lvlText w:val="*"/>
      <w:lvlJc w:val="left"/>
      <w:rPr>
        <w:rFonts w:cs="Times New Roman"/>
      </w:rPr>
    </w:lvl>
  </w:abstractNum>
  <w:abstractNum w:abstractNumId="2" w15:restartNumberingAfterBreak="0">
    <w:nsid w:val="095664E2"/>
    <w:multiLevelType w:val="hybridMultilevel"/>
    <w:tmpl w:val="D86054B2"/>
    <w:lvl w:ilvl="0" w:tplc="BAC235F2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A673965"/>
    <w:multiLevelType w:val="singleLevel"/>
    <w:tmpl w:val="1A92C0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F347686"/>
    <w:multiLevelType w:val="hybridMultilevel"/>
    <w:tmpl w:val="7C78AE50"/>
    <w:lvl w:ilvl="0" w:tplc="2CAAFF9A">
      <w:start w:val="1"/>
      <w:numFmt w:val="bullet"/>
      <w:lvlText w:val="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036AC"/>
    <w:multiLevelType w:val="hybridMultilevel"/>
    <w:tmpl w:val="5B5ADF26"/>
    <w:lvl w:ilvl="0" w:tplc="6AF48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C1A3D"/>
    <w:multiLevelType w:val="hybridMultilevel"/>
    <w:tmpl w:val="B18864A2"/>
    <w:lvl w:ilvl="0" w:tplc="D70EEB6A">
      <w:start w:val="1"/>
      <w:numFmt w:val="bullet"/>
      <w:lvlText w:val="―"/>
      <w:lvlJc w:val="left"/>
      <w:pPr>
        <w:tabs>
          <w:tab w:val="num" w:pos="360"/>
        </w:tabs>
        <w:ind w:left="360"/>
      </w:pPr>
      <w:rPr>
        <w:rFonts w:ascii="Times New Roman" w:hAnsi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71E24"/>
    <w:multiLevelType w:val="hybridMultilevel"/>
    <w:tmpl w:val="E53CDDAC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B7468DF"/>
    <w:multiLevelType w:val="hybridMultilevel"/>
    <w:tmpl w:val="1F9018CE"/>
    <w:lvl w:ilvl="0" w:tplc="27C039F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A37396"/>
    <w:multiLevelType w:val="hybridMultilevel"/>
    <w:tmpl w:val="486237C2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2A96A3C"/>
    <w:multiLevelType w:val="hybridMultilevel"/>
    <w:tmpl w:val="993040D4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27897A9C"/>
    <w:multiLevelType w:val="hybridMultilevel"/>
    <w:tmpl w:val="E7BE2114"/>
    <w:lvl w:ilvl="0" w:tplc="0419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12137"/>
    <w:multiLevelType w:val="hybridMultilevel"/>
    <w:tmpl w:val="FBE8A968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B5639F9"/>
    <w:multiLevelType w:val="hybridMultilevel"/>
    <w:tmpl w:val="A8042732"/>
    <w:lvl w:ilvl="0" w:tplc="27C039F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9644FA"/>
    <w:multiLevelType w:val="hybridMultilevel"/>
    <w:tmpl w:val="DF78B51C"/>
    <w:lvl w:ilvl="0" w:tplc="39E0CFEA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564B9"/>
    <w:multiLevelType w:val="hybridMultilevel"/>
    <w:tmpl w:val="D3F626A8"/>
    <w:lvl w:ilvl="0" w:tplc="BAC235F2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2534D"/>
    <w:multiLevelType w:val="hybridMultilevel"/>
    <w:tmpl w:val="07906170"/>
    <w:lvl w:ilvl="0" w:tplc="2FEE4434">
      <w:start w:val="1"/>
      <w:numFmt w:val="decimal"/>
      <w:lvlText w:val="%1)"/>
      <w:lvlJc w:val="left"/>
      <w:pPr>
        <w:tabs>
          <w:tab w:val="num" w:pos="1669"/>
        </w:tabs>
        <w:ind w:left="1669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 w15:restartNumberingAfterBreak="0">
    <w:nsid w:val="36AC2EC7"/>
    <w:multiLevelType w:val="hybridMultilevel"/>
    <w:tmpl w:val="6DCED7C8"/>
    <w:lvl w:ilvl="0" w:tplc="27C039F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A5F2A"/>
    <w:multiLevelType w:val="hybridMultilevel"/>
    <w:tmpl w:val="3286CB84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A5769F1"/>
    <w:multiLevelType w:val="hybridMultilevel"/>
    <w:tmpl w:val="B2F882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A23C59"/>
    <w:multiLevelType w:val="hybridMultilevel"/>
    <w:tmpl w:val="A44A432E"/>
    <w:lvl w:ilvl="0" w:tplc="E3DA9DE2">
      <w:start w:val="1"/>
      <w:numFmt w:val="decimal"/>
      <w:lvlText w:val="%1)"/>
      <w:legacy w:legacy="1" w:legacySpace="0" w:legacyIndent="397"/>
      <w:lvlJc w:val="left"/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1" w15:restartNumberingAfterBreak="0">
    <w:nsid w:val="43B40A6F"/>
    <w:multiLevelType w:val="hybridMultilevel"/>
    <w:tmpl w:val="F0F6CE6E"/>
    <w:lvl w:ilvl="0" w:tplc="1C44A18C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C54BE"/>
    <w:multiLevelType w:val="hybridMultilevel"/>
    <w:tmpl w:val="67AA4DF2"/>
    <w:lvl w:ilvl="0" w:tplc="A2B45A3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 w15:restartNumberingAfterBreak="0">
    <w:nsid w:val="4E1F375E"/>
    <w:multiLevelType w:val="multilevel"/>
    <w:tmpl w:val="5B5A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653AC7"/>
    <w:multiLevelType w:val="hybridMultilevel"/>
    <w:tmpl w:val="632AA6E0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F855500"/>
    <w:multiLevelType w:val="multilevel"/>
    <w:tmpl w:val="5B5A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156E13"/>
    <w:multiLevelType w:val="hybridMultilevel"/>
    <w:tmpl w:val="4B9E7370"/>
    <w:lvl w:ilvl="0" w:tplc="434C2416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03D6B9A"/>
    <w:multiLevelType w:val="hybridMultilevel"/>
    <w:tmpl w:val="876809B6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09066C6"/>
    <w:multiLevelType w:val="hybridMultilevel"/>
    <w:tmpl w:val="2932A75E"/>
    <w:lvl w:ilvl="0" w:tplc="927E87A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D53096"/>
    <w:multiLevelType w:val="hybridMultilevel"/>
    <w:tmpl w:val="2E82C190"/>
    <w:lvl w:ilvl="0" w:tplc="167604A2">
      <w:start w:val="1"/>
      <w:numFmt w:val="bullet"/>
      <w:lvlText w:val="−"/>
      <w:lvlJc w:val="left"/>
      <w:pPr>
        <w:tabs>
          <w:tab w:val="num" w:pos="0"/>
        </w:tabs>
      </w:pPr>
      <w:rPr>
        <w:rFonts w:ascii="Times New Roman" w:hAnsi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4A42FFF"/>
    <w:multiLevelType w:val="hybridMultilevel"/>
    <w:tmpl w:val="D45C5B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4D224C6"/>
    <w:multiLevelType w:val="hybridMultilevel"/>
    <w:tmpl w:val="9754FAF2"/>
    <w:lvl w:ilvl="0" w:tplc="A1EA0E18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6C73070"/>
    <w:multiLevelType w:val="hybridMultilevel"/>
    <w:tmpl w:val="D604E0FA"/>
    <w:lvl w:ilvl="0" w:tplc="73888870">
      <w:start w:val="1"/>
      <w:numFmt w:val="decimal"/>
      <w:lvlText w:val="%1)"/>
      <w:lvlJc w:val="center"/>
      <w:pPr>
        <w:tabs>
          <w:tab w:val="num" w:pos="2066"/>
        </w:tabs>
        <w:ind w:left="1418" w:firstLine="288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3" w15:restartNumberingAfterBreak="0">
    <w:nsid w:val="744953BA"/>
    <w:multiLevelType w:val="hybridMultilevel"/>
    <w:tmpl w:val="8708A5E2"/>
    <w:lvl w:ilvl="0" w:tplc="FD80A24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745773A2"/>
    <w:multiLevelType w:val="hybridMultilevel"/>
    <w:tmpl w:val="B2444D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47C10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 w15:restartNumberingAfterBreak="0">
    <w:nsid w:val="7F4E15BE"/>
    <w:multiLevelType w:val="hybridMultilevel"/>
    <w:tmpl w:val="03F05A60"/>
    <w:lvl w:ilvl="0" w:tplc="7C74E6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  <w:sz w:val="18"/>
        </w:rPr>
      </w:lvl>
    </w:lvlOverride>
  </w:num>
  <w:num w:numId="4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  <w:b w:val="0"/>
          <w:i w:val="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"/>
        <w:legacy w:legacy="1" w:legacySpace="0" w:legacyIndent="340"/>
        <w:lvlJc w:val="left"/>
        <w:pPr>
          <w:ind w:left="1701" w:hanging="340"/>
        </w:pPr>
        <w:rPr>
          <w:rFonts w:ascii="Symbol" w:hAnsi="Symbol" w:hint="default"/>
        </w:rPr>
      </w:lvl>
    </w:lvlOverride>
  </w:num>
  <w:num w:numId="6">
    <w:abstractNumId w:val="1"/>
    <w:lvlOverride w:ilvl="0">
      <w:lvl w:ilvl="0">
        <w:start w:val="1"/>
        <w:numFmt w:val="bullet"/>
        <w:lvlText w:val=""/>
        <w:legacy w:legacy="1" w:legacySpace="170" w:legacyIndent="0"/>
        <w:lvlJc w:val="left"/>
        <w:pPr>
          <w:ind w:left="709"/>
        </w:pPr>
        <w:rPr>
          <w:rFonts w:ascii="Symbol" w:hAnsi="Symbol" w:hint="default"/>
        </w:rPr>
      </w:lvl>
    </w:lvlOverride>
  </w:num>
  <w:num w:numId="7">
    <w:abstractNumId w:val="1"/>
  </w:num>
  <w:num w:numId="8">
    <w:abstractNumId w:val="0"/>
  </w:num>
  <w:num w:numId="9">
    <w:abstractNumId w:val="1"/>
    <w:lvlOverride w:ilvl="0">
      <w:lvl w:ilvl="0">
        <w:start w:val="1"/>
        <w:numFmt w:val="bullet"/>
        <w:lvlText w:val=""/>
        <w:legacy w:legacy="1" w:legacySpace="170" w:legacyIndent="0"/>
        <w:lvlJc w:val="left"/>
        <w:rPr>
          <w:rFonts w:ascii="Symbol" w:hAnsi="Symbol" w:hint="default"/>
        </w:rPr>
      </w:lvl>
    </w:lvlOverride>
  </w:num>
  <w:num w:numId="10">
    <w:abstractNumId w:val="2"/>
  </w:num>
  <w:num w:numId="11">
    <w:abstractNumId w:val="32"/>
  </w:num>
  <w:num w:numId="12">
    <w:abstractNumId w:val="19"/>
  </w:num>
  <w:num w:numId="13">
    <w:abstractNumId w:val="30"/>
  </w:num>
  <w:num w:numId="1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10"/>
  </w:num>
  <w:num w:numId="16">
    <w:abstractNumId w:val="22"/>
  </w:num>
  <w:num w:numId="17">
    <w:abstractNumId w:val="33"/>
  </w:num>
  <w:num w:numId="18">
    <w:abstractNumId w:val="11"/>
  </w:num>
  <w:num w:numId="19">
    <w:abstractNumId w:val="15"/>
  </w:num>
  <w:num w:numId="20">
    <w:abstractNumId w:val="14"/>
  </w:num>
  <w:num w:numId="21">
    <w:abstractNumId w:val="20"/>
  </w:num>
  <w:num w:numId="22">
    <w:abstractNumId w:val="24"/>
  </w:num>
  <w:num w:numId="23">
    <w:abstractNumId w:val="12"/>
  </w:num>
  <w:num w:numId="24">
    <w:abstractNumId w:val="18"/>
  </w:num>
  <w:num w:numId="25">
    <w:abstractNumId w:val="9"/>
  </w:num>
  <w:num w:numId="26">
    <w:abstractNumId w:val="27"/>
  </w:num>
  <w:num w:numId="27">
    <w:abstractNumId w:val="34"/>
  </w:num>
  <w:num w:numId="28">
    <w:abstractNumId w:val="5"/>
  </w:num>
  <w:num w:numId="29">
    <w:abstractNumId w:val="4"/>
  </w:num>
  <w:num w:numId="30">
    <w:abstractNumId w:val="7"/>
  </w:num>
  <w:num w:numId="31">
    <w:abstractNumId w:val="36"/>
  </w:num>
  <w:num w:numId="32">
    <w:abstractNumId w:val="16"/>
  </w:num>
  <w:num w:numId="33">
    <w:abstractNumId w:val="3"/>
  </w:num>
  <w:num w:numId="34">
    <w:abstractNumId w:val="25"/>
  </w:num>
  <w:num w:numId="35">
    <w:abstractNumId w:val="6"/>
  </w:num>
  <w:num w:numId="36">
    <w:abstractNumId w:val="5"/>
  </w:num>
  <w:num w:numId="37">
    <w:abstractNumId w:val="5"/>
  </w:num>
  <w:num w:numId="38">
    <w:abstractNumId w:val="29"/>
  </w:num>
  <w:num w:numId="39">
    <w:abstractNumId w:val="35"/>
  </w:num>
  <w:num w:numId="40">
    <w:abstractNumId w:val="26"/>
  </w:num>
  <w:num w:numId="41">
    <w:abstractNumId w:val="28"/>
  </w:num>
  <w:num w:numId="42">
    <w:abstractNumId w:val="8"/>
  </w:num>
  <w:num w:numId="43">
    <w:abstractNumId w:val="13"/>
  </w:num>
  <w:num w:numId="44">
    <w:abstractNumId w:val="17"/>
  </w:num>
  <w:num w:numId="45">
    <w:abstractNumId w:val="23"/>
  </w:num>
  <w:num w:numId="46">
    <w:abstractNumId w:val="21"/>
  </w:num>
  <w:num w:numId="47">
    <w:abstractNumId w:val="5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E3D49"/>
    <w:rsid w:val="00004905"/>
    <w:rsid w:val="00004C23"/>
    <w:rsid w:val="00013403"/>
    <w:rsid w:val="00015FAC"/>
    <w:rsid w:val="00016729"/>
    <w:rsid w:val="00017633"/>
    <w:rsid w:val="00022E6D"/>
    <w:rsid w:val="000233D8"/>
    <w:rsid w:val="00023620"/>
    <w:rsid w:val="00026289"/>
    <w:rsid w:val="00030859"/>
    <w:rsid w:val="00032638"/>
    <w:rsid w:val="000329A4"/>
    <w:rsid w:val="000363C6"/>
    <w:rsid w:val="00036409"/>
    <w:rsid w:val="00037B39"/>
    <w:rsid w:val="00040CE2"/>
    <w:rsid w:val="000442DA"/>
    <w:rsid w:val="000458EC"/>
    <w:rsid w:val="0004590D"/>
    <w:rsid w:val="00046B3A"/>
    <w:rsid w:val="000519C7"/>
    <w:rsid w:val="00052B44"/>
    <w:rsid w:val="000562C8"/>
    <w:rsid w:val="00065E27"/>
    <w:rsid w:val="00076922"/>
    <w:rsid w:val="00081436"/>
    <w:rsid w:val="00084AD6"/>
    <w:rsid w:val="00091BFC"/>
    <w:rsid w:val="000A4C5D"/>
    <w:rsid w:val="000A77AA"/>
    <w:rsid w:val="000B2523"/>
    <w:rsid w:val="000B37C1"/>
    <w:rsid w:val="000C02A1"/>
    <w:rsid w:val="000C631D"/>
    <w:rsid w:val="000D5486"/>
    <w:rsid w:val="000E0B48"/>
    <w:rsid w:val="000E3517"/>
    <w:rsid w:val="000E3D49"/>
    <w:rsid w:val="000E6307"/>
    <w:rsid w:val="000F05C1"/>
    <w:rsid w:val="000F1EAE"/>
    <w:rsid w:val="000F5602"/>
    <w:rsid w:val="000F7E8F"/>
    <w:rsid w:val="00104AD0"/>
    <w:rsid w:val="00105E62"/>
    <w:rsid w:val="00107A92"/>
    <w:rsid w:val="00120DE7"/>
    <w:rsid w:val="00131A3D"/>
    <w:rsid w:val="001406FD"/>
    <w:rsid w:val="001438B3"/>
    <w:rsid w:val="00150878"/>
    <w:rsid w:val="00151C50"/>
    <w:rsid w:val="0015207A"/>
    <w:rsid w:val="0015452D"/>
    <w:rsid w:val="0015642E"/>
    <w:rsid w:val="00160CE6"/>
    <w:rsid w:val="00163532"/>
    <w:rsid w:val="00165049"/>
    <w:rsid w:val="001765DD"/>
    <w:rsid w:val="00180375"/>
    <w:rsid w:val="00183EAB"/>
    <w:rsid w:val="0019310A"/>
    <w:rsid w:val="0019322A"/>
    <w:rsid w:val="001973F3"/>
    <w:rsid w:val="001A0433"/>
    <w:rsid w:val="001A166F"/>
    <w:rsid w:val="001A5781"/>
    <w:rsid w:val="001A5919"/>
    <w:rsid w:val="001A5E3B"/>
    <w:rsid w:val="001A6B71"/>
    <w:rsid w:val="001B1C54"/>
    <w:rsid w:val="001B1DDD"/>
    <w:rsid w:val="001B57DC"/>
    <w:rsid w:val="001B776E"/>
    <w:rsid w:val="001C0638"/>
    <w:rsid w:val="001C65EE"/>
    <w:rsid w:val="001D2F4A"/>
    <w:rsid w:val="001D6DB0"/>
    <w:rsid w:val="001D7D47"/>
    <w:rsid w:val="001F1C63"/>
    <w:rsid w:val="001F3F60"/>
    <w:rsid w:val="002044BC"/>
    <w:rsid w:val="00207142"/>
    <w:rsid w:val="002075A8"/>
    <w:rsid w:val="00215B61"/>
    <w:rsid w:val="00215C69"/>
    <w:rsid w:val="002317B9"/>
    <w:rsid w:val="00232B22"/>
    <w:rsid w:val="002369DE"/>
    <w:rsid w:val="002370A9"/>
    <w:rsid w:val="00237CA7"/>
    <w:rsid w:val="00240A62"/>
    <w:rsid w:val="00245CA6"/>
    <w:rsid w:val="0024603A"/>
    <w:rsid w:val="00247B8C"/>
    <w:rsid w:val="00250D42"/>
    <w:rsid w:val="00256407"/>
    <w:rsid w:val="002608F7"/>
    <w:rsid w:val="00262410"/>
    <w:rsid w:val="00264AB9"/>
    <w:rsid w:val="0026749B"/>
    <w:rsid w:val="002709F4"/>
    <w:rsid w:val="0027243E"/>
    <w:rsid w:val="00273FDA"/>
    <w:rsid w:val="00275A41"/>
    <w:rsid w:val="00275C5A"/>
    <w:rsid w:val="002779F6"/>
    <w:rsid w:val="002802A9"/>
    <w:rsid w:val="00292F89"/>
    <w:rsid w:val="00295439"/>
    <w:rsid w:val="002954A1"/>
    <w:rsid w:val="00295635"/>
    <w:rsid w:val="00297122"/>
    <w:rsid w:val="002A16D4"/>
    <w:rsid w:val="002A2D70"/>
    <w:rsid w:val="002A3908"/>
    <w:rsid w:val="002A5070"/>
    <w:rsid w:val="002A7562"/>
    <w:rsid w:val="002A7A0B"/>
    <w:rsid w:val="002A7C44"/>
    <w:rsid w:val="002B30B2"/>
    <w:rsid w:val="002C3FF3"/>
    <w:rsid w:val="002D274C"/>
    <w:rsid w:val="002D312E"/>
    <w:rsid w:val="002D4020"/>
    <w:rsid w:val="002D55AF"/>
    <w:rsid w:val="002E1FD3"/>
    <w:rsid w:val="002E3159"/>
    <w:rsid w:val="002E3A68"/>
    <w:rsid w:val="002F7177"/>
    <w:rsid w:val="00300F0F"/>
    <w:rsid w:val="00303AB4"/>
    <w:rsid w:val="00304B99"/>
    <w:rsid w:val="00305313"/>
    <w:rsid w:val="00306B34"/>
    <w:rsid w:val="00307C22"/>
    <w:rsid w:val="00311FC6"/>
    <w:rsid w:val="00313412"/>
    <w:rsid w:val="00317395"/>
    <w:rsid w:val="00323AF6"/>
    <w:rsid w:val="00324C6B"/>
    <w:rsid w:val="003259F8"/>
    <w:rsid w:val="00326557"/>
    <w:rsid w:val="003279F6"/>
    <w:rsid w:val="00332BB7"/>
    <w:rsid w:val="00345296"/>
    <w:rsid w:val="003505DB"/>
    <w:rsid w:val="00350CF6"/>
    <w:rsid w:val="00351FE0"/>
    <w:rsid w:val="00355146"/>
    <w:rsid w:val="00365C98"/>
    <w:rsid w:val="00371842"/>
    <w:rsid w:val="00373465"/>
    <w:rsid w:val="003761F4"/>
    <w:rsid w:val="00390391"/>
    <w:rsid w:val="00393777"/>
    <w:rsid w:val="00396597"/>
    <w:rsid w:val="0039660D"/>
    <w:rsid w:val="0039695B"/>
    <w:rsid w:val="0039799A"/>
    <w:rsid w:val="003A0507"/>
    <w:rsid w:val="003A12A8"/>
    <w:rsid w:val="003A1C8D"/>
    <w:rsid w:val="003A2155"/>
    <w:rsid w:val="003B3F9A"/>
    <w:rsid w:val="003B4F67"/>
    <w:rsid w:val="003B549E"/>
    <w:rsid w:val="003B7C5F"/>
    <w:rsid w:val="003B7E4F"/>
    <w:rsid w:val="003C0BD9"/>
    <w:rsid w:val="003D0122"/>
    <w:rsid w:val="003D6A7C"/>
    <w:rsid w:val="003E1AD2"/>
    <w:rsid w:val="003E2A26"/>
    <w:rsid w:val="003E6025"/>
    <w:rsid w:val="003E6BBF"/>
    <w:rsid w:val="003F0DAA"/>
    <w:rsid w:val="003F6660"/>
    <w:rsid w:val="00400C57"/>
    <w:rsid w:val="00401633"/>
    <w:rsid w:val="00402334"/>
    <w:rsid w:val="004058BB"/>
    <w:rsid w:val="0041057E"/>
    <w:rsid w:val="004127B3"/>
    <w:rsid w:val="00412C47"/>
    <w:rsid w:val="00414363"/>
    <w:rsid w:val="00417A2C"/>
    <w:rsid w:val="004222C7"/>
    <w:rsid w:val="00433C24"/>
    <w:rsid w:val="00434846"/>
    <w:rsid w:val="00436A2A"/>
    <w:rsid w:val="00441C17"/>
    <w:rsid w:val="004436BA"/>
    <w:rsid w:val="00445436"/>
    <w:rsid w:val="004533A3"/>
    <w:rsid w:val="004539EA"/>
    <w:rsid w:val="00464D8F"/>
    <w:rsid w:val="004710FD"/>
    <w:rsid w:val="004750B6"/>
    <w:rsid w:val="00494F31"/>
    <w:rsid w:val="00496327"/>
    <w:rsid w:val="00497249"/>
    <w:rsid w:val="004979DA"/>
    <w:rsid w:val="004A02E1"/>
    <w:rsid w:val="004A6776"/>
    <w:rsid w:val="004C0389"/>
    <w:rsid w:val="004C54D9"/>
    <w:rsid w:val="004C5A10"/>
    <w:rsid w:val="004C6297"/>
    <w:rsid w:val="004D07ED"/>
    <w:rsid w:val="004D34F5"/>
    <w:rsid w:val="004D588C"/>
    <w:rsid w:val="004D7C1C"/>
    <w:rsid w:val="004F108B"/>
    <w:rsid w:val="004F292D"/>
    <w:rsid w:val="004F3F30"/>
    <w:rsid w:val="004F7AE6"/>
    <w:rsid w:val="00501736"/>
    <w:rsid w:val="005054DC"/>
    <w:rsid w:val="0050686A"/>
    <w:rsid w:val="00511A89"/>
    <w:rsid w:val="00516DC0"/>
    <w:rsid w:val="0051746F"/>
    <w:rsid w:val="0052195B"/>
    <w:rsid w:val="00532129"/>
    <w:rsid w:val="00533B87"/>
    <w:rsid w:val="00544A31"/>
    <w:rsid w:val="0054716D"/>
    <w:rsid w:val="00553DBC"/>
    <w:rsid w:val="005545EE"/>
    <w:rsid w:val="005640D4"/>
    <w:rsid w:val="0056551E"/>
    <w:rsid w:val="0056571D"/>
    <w:rsid w:val="005679A4"/>
    <w:rsid w:val="0057791D"/>
    <w:rsid w:val="00577A50"/>
    <w:rsid w:val="00580CE3"/>
    <w:rsid w:val="00592055"/>
    <w:rsid w:val="00593203"/>
    <w:rsid w:val="00594EF3"/>
    <w:rsid w:val="0059505D"/>
    <w:rsid w:val="00595DC0"/>
    <w:rsid w:val="005A4A71"/>
    <w:rsid w:val="005B2D3A"/>
    <w:rsid w:val="005C0D66"/>
    <w:rsid w:val="005C56F2"/>
    <w:rsid w:val="005C7600"/>
    <w:rsid w:val="005D59C7"/>
    <w:rsid w:val="005E44F8"/>
    <w:rsid w:val="005E5081"/>
    <w:rsid w:val="005E721D"/>
    <w:rsid w:val="005F2721"/>
    <w:rsid w:val="005F5810"/>
    <w:rsid w:val="0060010B"/>
    <w:rsid w:val="00600610"/>
    <w:rsid w:val="006010C0"/>
    <w:rsid w:val="00604EB6"/>
    <w:rsid w:val="00605EAA"/>
    <w:rsid w:val="00607341"/>
    <w:rsid w:val="00611571"/>
    <w:rsid w:val="00612EF1"/>
    <w:rsid w:val="00614048"/>
    <w:rsid w:val="006140EE"/>
    <w:rsid w:val="006161A3"/>
    <w:rsid w:val="00621B74"/>
    <w:rsid w:val="00622850"/>
    <w:rsid w:val="0063188A"/>
    <w:rsid w:val="0063690C"/>
    <w:rsid w:val="00636E25"/>
    <w:rsid w:val="00637696"/>
    <w:rsid w:val="006438FE"/>
    <w:rsid w:val="00644781"/>
    <w:rsid w:val="00647243"/>
    <w:rsid w:val="00647FCF"/>
    <w:rsid w:val="00651BFF"/>
    <w:rsid w:val="00663C77"/>
    <w:rsid w:val="0066459C"/>
    <w:rsid w:val="00666230"/>
    <w:rsid w:val="00666D5D"/>
    <w:rsid w:val="00670011"/>
    <w:rsid w:val="0067354F"/>
    <w:rsid w:val="00673F38"/>
    <w:rsid w:val="00675E0F"/>
    <w:rsid w:val="006763A2"/>
    <w:rsid w:val="006779FA"/>
    <w:rsid w:val="00685533"/>
    <w:rsid w:val="00693D29"/>
    <w:rsid w:val="006A0941"/>
    <w:rsid w:val="006B077A"/>
    <w:rsid w:val="006B6EA2"/>
    <w:rsid w:val="006C13A4"/>
    <w:rsid w:val="006C44EE"/>
    <w:rsid w:val="006C55B3"/>
    <w:rsid w:val="006C7437"/>
    <w:rsid w:val="006D0480"/>
    <w:rsid w:val="006D3E10"/>
    <w:rsid w:val="006D5EEA"/>
    <w:rsid w:val="006E0CDC"/>
    <w:rsid w:val="006E2024"/>
    <w:rsid w:val="006F60F2"/>
    <w:rsid w:val="0070136E"/>
    <w:rsid w:val="00703004"/>
    <w:rsid w:val="00705BBB"/>
    <w:rsid w:val="007129F5"/>
    <w:rsid w:val="00713E08"/>
    <w:rsid w:val="00714BA5"/>
    <w:rsid w:val="0072005F"/>
    <w:rsid w:val="00721EBD"/>
    <w:rsid w:val="00723201"/>
    <w:rsid w:val="007245E0"/>
    <w:rsid w:val="00733478"/>
    <w:rsid w:val="0073371C"/>
    <w:rsid w:val="00734B6D"/>
    <w:rsid w:val="007355CA"/>
    <w:rsid w:val="00735887"/>
    <w:rsid w:val="00736388"/>
    <w:rsid w:val="00740BEF"/>
    <w:rsid w:val="0074534D"/>
    <w:rsid w:val="00756FBF"/>
    <w:rsid w:val="00757D5A"/>
    <w:rsid w:val="00763337"/>
    <w:rsid w:val="007654CD"/>
    <w:rsid w:val="0077140C"/>
    <w:rsid w:val="007728C4"/>
    <w:rsid w:val="00772A1B"/>
    <w:rsid w:val="00781264"/>
    <w:rsid w:val="00783047"/>
    <w:rsid w:val="00786DE6"/>
    <w:rsid w:val="00790109"/>
    <w:rsid w:val="0079440C"/>
    <w:rsid w:val="007A0732"/>
    <w:rsid w:val="007A0BDC"/>
    <w:rsid w:val="007A1C86"/>
    <w:rsid w:val="007A462C"/>
    <w:rsid w:val="007A5ECF"/>
    <w:rsid w:val="007A609F"/>
    <w:rsid w:val="007A6CFC"/>
    <w:rsid w:val="007B1D71"/>
    <w:rsid w:val="007B707C"/>
    <w:rsid w:val="007C1020"/>
    <w:rsid w:val="007D4746"/>
    <w:rsid w:val="007D5CF9"/>
    <w:rsid w:val="007E05E0"/>
    <w:rsid w:val="007E09D1"/>
    <w:rsid w:val="007E18D8"/>
    <w:rsid w:val="007E1B0E"/>
    <w:rsid w:val="007E1C98"/>
    <w:rsid w:val="007F042F"/>
    <w:rsid w:val="007F18EC"/>
    <w:rsid w:val="007F1C08"/>
    <w:rsid w:val="007F412F"/>
    <w:rsid w:val="007F4CC0"/>
    <w:rsid w:val="007F645A"/>
    <w:rsid w:val="00800804"/>
    <w:rsid w:val="00803BB0"/>
    <w:rsid w:val="0080414A"/>
    <w:rsid w:val="0081118A"/>
    <w:rsid w:val="0081377F"/>
    <w:rsid w:val="00814307"/>
    <w:rsid w:val="0081448F"/>
    <w:rsid w:val="008159B8"/>
    <w:rsid w:val="0082039E"/>
    <w:rsid w:val="00823355"/>
    <w:rsid w:val="0082353E"/>
    <w:rsid w:val="00827CC5"/>
    <w:rsid w:val="00835603"/>
    <w:rsid w:val="0084373B"/>
    <w:rsid w:val="00845386"/>
    <w:rsid w:val="00850DC9"/>
    <w:rsid w:val="00855E84"/>
    <w:rsid w:val="00856FA4"/>
    <w:rsid w:val="0085721D"/>
    <w:rsid w:val="00862F1D"/>
    <w:rsid w:val="008661B9"/>
    <w:rsid w:val="00866998"/>
    <w:rsid w:val="00883149"/>
    <w:rsid w:val="00893064"/>
    <w:rsid w:val="00895C89"/>
    <w:rsid w:val="00896A6D"/>
    <w:rsid w:val="008A17BB"/>
    <w:rsid w:val="008A1863"/>
    <w:rsid w:val="008A27CF"/>
    <w:rsid w:val="008A675E"/>
    <w:rsid w:val="008B1874"/>
    <w:rsid w:val="008B2CA7"/>
    <w:rsid w:val="008C0746"/>
    <w:rsid w:val="008C17A1"/>
    <w:rsid w:val="008C6413"/>
    <w:rsid w:val="008D2623"/>
    <w:rsid w:val="008E1279"/>
    <w:rsid w:val="008E1464"/>
    <w:rsid w:val="008E42FB"/>
    <w:rsid w:val="008E5980"/>
    <w:rsid w:val="008E7D85"/>
    <w:rsid w:val="008F28BF"/>
    <w:rsid w:val="008F6900"/>
    <w:rsid w:val="00900046"/>
    <w:rsid w:val="00903019"/>
    <w:rsid w:val="00903871"/>
    <w:rsid w:val="00903B67"/>
    <w:rsid w:val="00904E41"/>
    <w:rsid w:val="00927D10"/>
    <w:rsid w:val="009309CD"/>
    <w:rsid w:val="00932052"/>
    <w:rsid w:val="0094365B"/>
    <w:rsid w:val="00945B02"/>
    <w:rsid w:val="00945E15"/>
    <w:rsid w:val="00951338"/>
    <w:rsid w:val="00952831"/>
    <w:rsid w:val="0095321F"/>
    <w:rsid w:val="00956FF8"/>
    <w:rsid w:val="00962723"/>
    <w:rsid w:val="009651C8"/>
    <w:rsid w:val="009656C2"/>
    <w:rsid w:val="00965BB5"/>
    <w:rsid w:val="00967530"/>
    <w:rsid w:val="00971556"/>
    <w:rsid w:val="00980DD7"/>
    <w:rsid w:val="009817A3"/>
    <w:rsid w:val="00982825"/>
    <w:rsid w:val="0098501E"/>
    <w:rsid w:val="009852A1"/>
    <w:rsid w:val="0099057C"/>
    <w:rsid w:val="00991848"/>
    <w:rsid w:val="00993C82"/>
    <w:rsid w:val="009954BD"/>
    <w:rsid w:val="009A04E6"/>
    <w:rsid w:val="009A1DB8"/>
    <w:rsid w:val="009B455F"/>
    <w:rsid w:val="009C43C8"/>
    <w:rsid w:val="009C55AC"/>
    <w:rsid w:val="009C74A9"/>
    <w:rsid w:val="009D10CB"/>
    <w:rsid w:val="009D35F1"/>
    <w:rsid w:val="009D611E"/>
    <w:rsid w:val="009E0BCA"/>
    <w:rsid w:val="009E17D5"/>
    <w:rsid w:val="009E33F9"/>
    <w:rsid w:val="009E4729"/>
    <w:rsid w:val="009E67A4"/>
    <w:rsid w:val="009F0686"/>
    <w:rsid w:val="009F1AEB"/>
    <w:rsid w:val="009F3D7D"/>
    <w:rsid w:val="009F3F23"/>
    <w:rsid w:val="009F6125"/>
    <w:rsid w:val="00A057DC"/>
    <w:rsid w:val="00A11D03"/>
    <w:rsid w:val="00A14B2F"/>
    <w:rsid w:val="00A15338"/>
    <w:rsid w:val="00A23751"/>
    <w:rsid w:val="00A247B9"/>
    <w:rsid w:val="00A307CD"/>
    <w:rsid w:val="00A32178"/>
    <w:rsid w:val="00A32788"/>
    <w:rsid w:val="00A412D0"/>
    <w:rsid w:val="00A419C5"/>
    <w:rsid w:val="00A470EF"/>
    <w:rsid w:val="00A556D9"/>
    <w:rsid w:val="00A56023"/>
    <w:rsid w:val="00A6361D"/>
    <w:rsid w:val="00A64DD4"/>
    <w:rsid w:val="00A7119B"/>
    <w:rsid w:val="00A75A68"/>
    <w:rsid w:val="00A90382"/>
    <w:rsid w:val="00A90D83"/>
    <w:rsid w:val="00A97BE4"/>
    <w:rsid w:val="00AA3FF4"/>
    <w:rsid w:val="00AA5D41"/>
    <w:rsid w:val="00AA6B57"/>
    <w:rsid w:val="00AB215C"/>
    <w:rsid w:val="00AB4775"/>
    <w:rsid w:val="00AB61C2"/>
    <w:rsid w:val="00AC1D89"/>
    <w:rsid w:val="00AC33E5"/>
    <w:rsid w:val="00AC507B"/>
    <w:rsid w:val="00AC5380"/>
    <w:rsid w:val="00AD13C7"/>
    <w:rsid w:val="00AD24E3"/>
    <w:rsid w:val="00AD28EC"/>
    <w:rsid w:val="00AD4324"/>
    <w:rsid w:val="00AD5598"/>
    <w:rsid w:val="00AE0381"/>
    <w:rsid w:val="00AE2580"/>
    <w:rsid w:val="00AE2C40"/>
    <w:rsid w:val="00AE50A5"/>
    <w:rsid w:val="00AF33C1"/>
    <w:rsid w:val="00AF5E66"/>
    <w:rsid w:val="00AF6836"/>
    <w:rsid w:val="00AF6DC0"/>
    <w:rsid w:val="00AF6E3D"/>
    <w:rsid w:val="00AF7DEC"/>
    <w:rsid w:val="00B00ECD"/>
    <w:rsid w:val="00B07C0E"/>
    <w:rsid w:val="00B104D8"/>
    <w:rsid w:val="00B11D98"/>
    <w:rsid w:val="00B128A2"/>
    <w:rsid w:val="00B25A38"/>
    <w:rsid w:val="00B30657"/>
    <w:rsid w:val="00B33561"/>
    <w:rsid w:val="00B355FF"/>
    <w:rsid w:val="00B4010F"/>
    <w:rsid w:val="00B40187"/>
    <w:rsid w:val="00B40F8D"/>
    <w:rsid w:val="00B42D64"/>
    <w:rsid w:val="00B4449D"/>
    <w:rsid w:val="00B519C0"/>
    <w:rsid w:val="00B52B4F"/>
    <w:rsid w:val="00B53C56"/>
    <w:rsid w:val="00B54D11"/>
    <w:rsid w:val="00B56849"/>
    <w:rsid w:val="00B577D7"/>
    <w:rsid w:val="00B60EC4"/>
    <w:rsid w:val="00B66140"/>
    <w:rsid w:val="00B70CCE"/>
    <w:rsid w:val="00B715D2"/>
    <w:rsid w:val="00B71F7E"/>
    <w:rsid w:val="00B71FE7"/>
    <w:rsid w:val="00B72B73"/>
    <w:rsid w:val="00B734BE"/>
    <w:rsid w:val="00B81B56"/>
    <w:rsid w:val="00B8262F"/>
    <w:rsid w:val="00B8581D"/>
    <w:rsid w:val="00B87853"/>
    <w:rsid w:val="00B87C2E"/>
    <w:rsid w:val="00B91579"/>
    <w:rsid w:val="00B9161D"/>
    <w:rsid w:val="00B939FC"/>
    <w:rsid w:val="00B943F8"/>
    <w:rsid w:val="00BA112C"/>
    <w:rsid w:val="00BA4322"/>
    <w:rsid w:val="00BA637F"/>
    <w:rsid w:val="00BB199F"/>
    <w:rsid w:val="00BB64EE"/>
    <w:rsid w:val="00BD30C6"/>
    <w:rsid w:val="00BD42E6"/>
    <w:rsid w:val="00BE3041"/>
    <w:rsid w:val="00BF615D"/>
    <w:rsid w:val="00C02944"/>
    <w:rsid w:val="00C054A5"/>
    <w:rsid w:val="00C070B7"/>
    <w:rsid w:val="00C156AF"/>
    <w:rsid w:val="00C15B19"/>
    <w:rsid w:val="00C167EA"/>
    <w:rsid w:val="00C23B56"/>
    <w:rsid w:val="00C26222"/>
    <w:rsid w:val="00C306D5"/>
    <w:rsid w:val="00C30A47"/>
    <w:rsid w:val="00C31BAB"/>
    <w:rsid w:val="00C32268"/>
    <w:rsid w:val="00C3565F"/>
    <w:rsid w:val="00C40B35"/>
    <w:rsid w:val="00C46CF8"/>
    <w:rsid w:val="00C572B4"/>
    <w:rsid w:val="00C6079E"/>
    <w:rsid w:val="00C60ECB"/>
    <w:rsid w:val="00C720F8"/>
    <w:rsid w:val="00C80798"/>
    <w:rsid w:val="00C83555"/>
    <w:rsid w:val="00C84F66"/>
    <w:rsid w:val="00C86AA1"/>
    <w:rsid w:val="00C86F92"/>
    <w:rsid w:val="00C95366"/>
    <w:rsid w:val="00C95E61"/>
    <w:rsid w:val="00C9769F"/>
    <w:rsid w:val="00CA746D"/>
    <w:rsid w:val="00CA7D2C"/>
    <w:rsid w:val="00CB17B2"/>
    <w:rsid w:val="00CB3EA6"/>
    <w:rsid w:val="00CB4D55"/>
    <w:rsid w:val="00CB627B"/>
    <w:rsid w:val="00CD3B90"/>
    <w:rsid w:val="00CE2B26"/>
    <w:rsid w:val="00CE462B"/>
    <w:rsid w:val="00CE608C"/>
    <w:rsid w:val="00CF1AA6"/>
    <w:rsid w:val="00D00440"/>
    <w:rsid w:val="00D038C8"/>
    <w:rsid w:val="00D05FB5"/>
    <w:rsid w:val="00D11C1E"/>
    <w:rsid w:val="00D1406F"/>
    <w:rsid w:val="00D20C74"/>
    <w:rsid w:val="00D2119C"/>
    <w:rsid w:val="00D2485C"/>
    <w:rsid w:val="00D35932"/>
    <w:rsid w:val="00D43C0E"/>
    <w:rsid w:val="00D43EA3"/>
    <w:rsid w:val="00D43F86"/>
    <w:rsid w:val="00D43FF1"/>
    <w:rsid w:val="00D44010"/>
    <w:rsid w:val="00D4569F"/>
    <w:rsid w:val="00D45BCC"/>
    <w:rsid w:val="00D517C4"/>
    <w:rsid w:val="00D57C3A"/>
    <w:rsid w:val="00D740AB"/>
    <w:rsid w:val="00D75C77"/>
    <w:rsid w:val="00D77AF9"/>
    <w:rsid w:val="00D86FD0"/>
    <w:rsid w:val="00D93EDA"/>
    <w:rsid w:val="00D94533"/>
    <w:rsid w:val="00D94CD7"/>
    <w:rsid w:val="00D96AA2"/>
    <w:rsid w:val="00DA7EDA"/>
    <w:rsid w:val="00DB194B"/>
    <w:rsid w:val="00DB5243"/>
    <w:rsid w:val="00DB742E"/>
    <w:rsid w:val="00DC7F8E"/>
    <w:rsid w:val="00DD304A"/>
    <w:rsid w:val="00DD5CD8"/>
    <w:rsid w:val="00DF0562"/>
    <w:rsid w:val="00DF2993"/>
    <w:rsid w:val="00DF2CB7"/>
    <w:rsid w:val="00DF2DE6"/>
    <w:rsid w:val="00DF4F3C"/>
    <w:rsid w:val="00DF730F"/>
    <w:rsid w:val="00E042C3"/>
    <w:rsid w:val="00E0677D"/>
    <w:rsid w:val="00E07F58"/>
    <w:rsid w:val="00E102B6"/>
    <w:rsid w:val="00E10E43"/>
    <w:rsid w:val="00E11687"/>
    <w:rsid w:val="00E13C8C"/>
    <w:rsid w:val="00E172EE"/>
    <w:rsid w:val="00E32870"/>
    <w:rsid w:val="00E3561F"/>
    <w:rsid w:val="00E36E06"/>
    <w:rsid w:val="00E44DB4"/>
    <w:rsid w:val="00E5221D"/>
    <w:rsid w:val="00E552C6"/>
    <w:rsid w:val="00E55F2D"/>
    <w:rsid w:val="00E61549"/>
    <w:rsid w:val="00E61F61"/>
    <w:rsid w:val="00E648E3"/>
    <w:rsid w:val="00E66194"/>
    <w:rsid w:val="00E66FE5"/>
    <w:rsid w:val="00E70B5D"/>
    <w:rsid w:val="00E76B06"/>
    <w:rsid w:val="00E8278D"/>
    <w:rsid w:val="00E94F2A"/>
    <w:rsid w:val="00E9772E"/>
    <w:rsid w:val="00EA3604"/>
    <w:rsid w:val="00EA608D"/>
    <w:rsid w:val="00EA6D74"/>
    <w:rsid w:val="00EB13A7"/>
    <w:rsid w:val="00EB294A"/>
    <w:rsid w:val="00EB52E6"/>
    <w:rsid w:val="00EB68EB"/>
    <w:rsid w:val="00EC4B1D"/>
    <w:rsid w:val="00EC5319"/>
    <w:rsid w:val="00ED246B"/>
    <w:rsid w:val="00EE2CA8"/>
    <w:rsid w:val="00EE44BE"/>
    <w:rsid w:val="00EE5BAD"/>
    <w:rsid w:val="00EE5D5D"/>
    <w:rsid w:val="00EF233C"/>
    <w:rsid w:val="00EF5461"/>
    <w:rsid w:val="00EF70E2"/>
    <w:rsid w:val="00F06477"/>
    <w:rsid w:val="00F06902"/>
    <w:rsid w:val="00F07284"/>
    <w:rsid w:val="00F07F3B"/>
    <w:rsid w:val="00F133AB"/>
    <w:rsid w:val="00F165B9"/>
    <w:rsid w:val="00F167AC"/>
    <w:rsid w:val="00F2339B"/>
    <w:rsid w:val="00F236C0"/>
    <w:rsid w:val="00F247F5"/>
    <w:rsid w:val="00F25A58"/>
    <w:rsid w:val="00F269A6"/>
    <w:rsid w:val="00F26BF0"/>
    <w:rsid w:val="00F27157"/>
    <w:rsid w:val="00F2730B"/>
    <w:rsid w:val="00F3346E"/>
    <w:rsid w:val="00F367E8"/>
    <w:rsid w:val="00F42724"/>
    <w:rsid w:val="00F43594"/>
    <w:rsid w:val="00F43AD3"/>
    <w:rsid w:val="00F501D2"/>
    <w:rsid w:val="00F546DA"/>
    <w:rsid w:val="00F55287"/>
    <w:rsid w:val="00F55D5A"/>
    <w:rsid w:val="00F66585"/>
    <w:rsid w:val="00F71976"/>
    <w:rsid w:val="00F721BF"/>
    <w:rsid w:val="00F818E3"/>
    <w:rsid w:val="00F81AA4"/>
    <w:rsid w:val="00F82861"/>
    <w:rsid w:val="00F91736"/>
    <w:rsid w:val="00F94C2C"/>
    <w:rsid w:val="00F955B2"/>
    <w:rsid w:val="00F9743B"/>
    <w:rsid w:val="00FA4273"/>
    <w:rsid w:val="00FB7F8C"/>
    <w:rsid w:val="00FC7B24"/>
    <w:rsid w:val="00FD12DD"/>
    <w:rsid w:val="00FD24E7"/>
    <w:rsid w:val="00FD2961"/>
    <w:rsid w:val="00FD350E"/>
    <w:rsid w:val="00FD51E6"/>
    <w:rsid w:val="00FE3582"/>
    <w:rsid w:val="00FF1A00"/>
    <w:rsid w:val="00FF60A4"/>
    <w:rsid w:val="00FF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  <w14:docId w14:val="43A73C34"/>
  <w15:docId w15:val="{915DFD93-D94E-4EE0-A972-68CF63A4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5E27"/>
    <w:pPr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65E27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clear" w:color="auto" w:fill="E6E6E6"/>
      <w:jc w:val="center"/>
      <w:outlineLvl w:val="0"/>
    </w:pPr>
    <w:rPr>
      <w:b/>
      <w:caps/>
      <w:spacing w:val="100"/>
      <w:sz w:val="56"/>
    </w:rPr>
  </w:style>
  <w:style w:type="paragraph" w:styleId="2">
    <w:name w:val="heading 2"/>
    <w:basedOn w:val="a"/>
    <w:next w:val="a"/>
    <w:link w:val="20"/>
    <w:uiPriority w:val="99"/>
    <w:qFormat/>
    <w:rsid w:val="00065E27"/>
    <w:pPr>
      <w:keepNext/>
      <w:ind w:right="-1" w:firstLine="709"/>
      <w:jc w:val="both"/>
      <w:outlineLvl w:val="1"/>
    </w:pPr>
    <w:rPr>
      <w:b/>
      <w:bCs/>
      <w:i/>
      <w:iCs/>
      <w:color w:val="FF0000"/>
      <w:spacing w:val="-4"/>
    </w:rPr>
  </w:style>
  <w:style w:type="paragraph" w:styleId="3">
    <w:name w:val="heading 3"/>
    <w:basedOn w:val="a"/>
    <w:next w:val="a"/>
    <w:link w:val="30"/>
    <w:uiPriority w:val="99"/>
    <w:qFormat/>
    <w:rsid w:val="00065E27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065E27"/>
    <w:pPr>
      <w:keepNext/>
      <w:jc w:val="center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0"/>
    <w:uiPriority w:val="99"/>
    <w:qFormat/>
    <w:rsid w:val="00065E27"/>
    <w:pPr>
      <w:keepNext/>
      <w:ind w:right="-1"/>
      <w:jc w:val="center"/>
      <w:outlineLvl w:val="4"/>
    </w:pPr>
    <w:rPr>
      <w:b/>
      <w:bCs/>
      <w:spacing w:val="-4"/>
    </w:rPr>
  </w:style>
  <w:style w:type="paragraph" w:styleId="6">
    <w:name w:val="heading 6"/>
    <w:basedOn w:val="a"/>
    <w:next w:val="a"/>
    <w:link w:val="60"/>
    <w:uiPriority w:val="99"/>
    <w:qFormat/>
    <w:rsid w:val="00065E27"/>
    <w:pPr>
      <w:keepNext/>
      <w:ind w:right="-1" w:firstLine="709"/>
      <w:jc w:val="both"/>
      <w:outlineLvl w:val="5"/>
    </w:pPr>
    <w:rPr>
      <w:b/>
      <w:bCs/>
      <w:spacing w:val="-4"/>
    </w:rPr>
  </w:style>
  <w:style w:type="paragraph" w:styleId="7">
    <w:name w:val="heading 7"/>
    <w:basedOn w:val="a"/>
    <w:next w:val="a"/>
    <w:link w:val="70"/>
    <w:uiPriority w:val="99"/>
    <w:qFormat/>
    <w:rsid w:val="00065E27"/>
    <w:pPr>
      <w:keepNext/>
      <w:ind w:right="-1" w:firstLine="709"/>
      <w:jc w:val="both"/>
      <w:outlineLvl w:val="6"/>
    </w:pPr>
    <w:rPr>
      <w:b/>
      <w:bCs/>
      <w:color w:val="000000"/>
      <w:spacing w:val="-4"/>
    </w:rPr>
  </w:style>
  <w:style w:type="paragraph" w:styleId="8">
    <w:name w:val="heading 8"/>
    <w:basedOn w:val="a"/>
    <w:next w:val="a"/>
    <w:link w:val="80"/>
    <w:uiPriority w:val="99"/>
    <w:qFormat/>
    <w:rsid w:val="00065E27"/>
    <w:pPr>
      <w:keepNext/>
      <w:ind w:firstLine="709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065E27"/>
    <w:pPr>
      <w:keepNext/>
      <w:ind w:firstLine="720"/>
      <w:jc w:val="both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CE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66C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66C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66CE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66CE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66CE8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66CE8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66CE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66CE8"/>
    <w:rPr>
      <w:rFonts w:asciiTheme="majorHAnsi" w:eastAsiaTheme="majorEastAsia" w:hAnsiTheme="majorHAnsi" w:cstheme="majorBidi"/>
    </w:rPr>
  </w:style>
  <w:style w:type="character" w:styleId="a3">
    <w:name w:val="page number"/>
    <w:basedOn w:val="a0"/>
    <w:uiPriority w:val="99"/>
    <w:rsid w:val="00065E27"/>
    <w:rPr>
      <w:rFonts w:cs="Times New Roman"/>
    </w:rPr>
  </w:style>
  <w:style w:type="paragraph" w:styleId="a4">
    <w:name w:val="header"/>
    <w:basedOn w:val="a"/>
    <w:link w:val="a5"/>
    <w:uiPriority w:val="99"/>
    <w:rsid w:val="00065E27"/>
    <w:pPr>
      <w:tabs>
        <w:tab w:val="center" w:pos="4536"/>
        <w:tab w:val="right" w:pos="9072"/>
      </w:tabs>
    </w:pPr>
    <w:rPr>
      <w:sz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866CE8"/>
    <w:rPr>
      <w:sz w:val="24"/>
      <w:szCs w:val="20"/>
    </w:rPr>
  </w:style>
  <w:style w:type="paragraph" w:styleId="a6">
    <w:name w:val="footer"/>
    <w:basedOn w:val="a"/>
    <w:link w:val="a7"/>
    <w:uiPriority w:val="99"/>
    <w:rsid w:val="00065E27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866CE8"/>
    <w:rPr>
      <w:sz w:val="24"/>
      <w:szCs w:val="20"/>
    </w:rPr>
  </w:style>
  <w:style w:type="paragraph" w:customStyle="1" w:styleId="a8">
    <w:name w:val="Оксимец"/>
    <w:basedOn w:val="a"/>
    <w:uiPriority w:val="99"/>
    <w:rsid w:val="00065E27"/>
    <w:pPr>
      <w:ind w:firstLine="709"/>
      <w:jc w:val="both"/>
    </w:pPr>
    <w:rPr>
      <w:rFonts w:ascii="TimesET" w:hAnsi="TimesET"/>
    </w:rPr>
  </w:style>
  <w:style w:type="paragraph" w:styleId="a9">
    <w:name w:val="Body Text"/>
    <w:basedOn w:val="a"/>
    <w:link w:val="aa"/>
    <w:uiPriority w:val="99"/>
    <w:rsid w:val="00065E27"/>
    <w:pPr>
      <w:widowControl w:val="0"/>
      <w:spacing w:line="200" w:lineRule="exact"/>
      <w:ind w:right="-1"/>
      <w:jc w:val="both"/>
    </w:pPr>
    <w:rPr>
      <w:spacing w:val="-4"/>
      <w:sz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866CE8"/>
    <w:rPr>
      <w:sz w:val="24"/>
      <w:szCs w:val="20"/>
    </w:rPr>
  </w:style>
  <w:style w:type="paragraph" w:customStyle="1" w:styleId="31">
    <w:name w:val="Основной текст с отступом 31"/>
    <w:basedOn w:val="a"/>
    <w:uiPriority w:val="99"/>
    <w:rsid w:val="00065E27"/>
    <w:pPr>
      <w:widowControl w:val="0"/>
      <w:ind w:firstLine="709"/>
      <w:jc w:val="both"/>
    </w:pPr>
    <w:rPr>
      <w:sz w:val="20"/>
    </w:rPr>
  </w:style>
  <w:style w:type="paragraph" w:styleId="21">
    <w:name w:val="Body Text 2"/>
    <w:basedOn w:val="a"/>
    <w:link w:val="22"/>
    <w:uiPriority w:val="99"/>
    <w:rsid w:val="00065E27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clear" w:color="auto" w:fill="E6E6E6"/>
      <w:jc w:val="center"/>
    </w:pPr>
    <w:rPr>
      <w:b/>
      <w:sz w:val="5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66CE8"/>
    <w:rPr>
      <w:sz w:val="24"/>
      <w:szCs w:val="20"/>
    </w:rPr>
  </w:style>
  <w:style w:type="paragraph" w:styleId="ab">
    <w:name w:val="Body Text Indent"/>
    <w:basedOn w:val="a"/>
    <w:link w:val="ac"/>
    <w:uiPriority w:val="99"/>
    <w:rsid w:val="00065E27"/>
    <w:pPr>
      <w:ind w:firstLine="709"/>
      <w:jc w:val="both"/>
    </w:pPr>
    <w:rPr>
      <w:color w:val="FF000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66CE8"/>
    <w:rPr>
      <w:sz w:val="24"/>
      <w:szCs w:val="20"/>
    </w:rPr>
  </w:style>
  <w:style w:type="paragraph" w:styleId="23">
    <w:name w:val="Body Text Indent 2"/>
    <w:basedOn w:val="a"/>
    <w:link w:val="24"/>
    <w:uiPriority w:val="99"/>
    <w:rsid w:val="00065E27"/>
    <w:pPr>
      <w:ind w:left="709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66CE8"/>
    <w:rPr>
      <w:sz w:val="24"/>
      <w:szCs w:val="20"/>
    </w:rPr>
  </w:style>
  <w:style w:type="paragraph" w:styleId="32">
    <w:name w:val="Body Text Indent 3"/>
    <w:basedOn w:val="a"/>
    <w:link w:val="33"/>
    <w:uiPriority w:val="99"/>
    <w:rsid w:val="00065E27"/>
    <w:pPr>
      <w:ind w:firstLine="709"/>
      <w:jc w:val="both"/>
    </w:pPr>
    <w:rPr>
      <w:color w:val="000000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66CE8"/>
    <w:rPr>
      <w:sz w:val="16"/>
      <w:szCs w:val="16"/>
    </w:rPr>
  </w:style>
  <w:style w:type="paragraph" w:styleId="ad">
    <w:name w:val="List Bullet"/>
    <w:basedOn w:val="a"/>
    <w:autoRedefine/>
    <w:uiPriority w:val="99"/>
    <w:rsid w:val="004F108B"/>
    <w:pPr>
      <w:widowControl w:val="0"/>
      <w:ind w:firstLine="425"/>
      <w:jc w:val="both"/>
    </w:pPr>
  </w:style>
  <w:style w:type="paragraph" w:customStyle="1" w:styleId="11">
    <w:name w:val="Обычный1"/>
    <w:uiPriority w:val="99"/>
    <w:rsid w:val="00065E27"/>
    <w:pPr>
      <w:widowControl w:val="0"/>
      <w:spacing w:line="260" w:lineRule="auto"/>
      <w:ind w:firstLine="700"/>
    </w:pPr>
    <w:rPr>
      <w:sz w:val="28"/>
      <w:szCs w:val="20"/>
    </w:rPr>
  </w:style>
  <w:style w:type="paragraph" w:customStyle="1" w:styleId="ConsNormal">
    <w:name w:val="ConsNormal"/>
    <w:uiPriority w:val="99"/>
    <w:rsid w:val="00065E2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4">
    <w:name w:val="Body Text 3"/>
    <w:basedOn w:val="a"/>
    <w:link w:val="35"/>
    <w:uiPriority w:val="99"/>
    <w:rsid w:val="00065E27"/>
    <w:pPr>
      <w:jc w:val="both"/>
    </w:pPr>
    <w:rPr>
      <w:bCs/>
    </w:rPr>
  </w:style>
  <w:style w:type="character" w:customStyle="1" w:styleId="35">
    <w:name w:val="Основной текст 3 Знак"/>
    <w:basedOn w:val="a0"/>
    <w:link w:val="34"/>
    <w:uiPriority w:val="99"/>
    <w:semiHidden/>
    <w:rsid w:val="00866CE8"/>
    <w:rPr>
      <w:sz w:val="16"/>
      <w:szCs w:val="16"/>
    </w:rPr>
  </w:style>
  <w:style w:type="paragraph" w:styleId="ae">
    <w:name w:val="List"/>
    <w:basedOn w:val="a"/>
    <w:uiPriority w:val="99"/>
    <w:rsid w:val="00065E27"/>
    <w:pPr>
      <w:ind w:left="283" w:hanging="283"/>
    </w:pPr>
  </w:style>
  <w:style w:type="paragraph" w:styleId="af">
    <w:name w:val="footnote text"/>
    <w:basedOn w:val="a"/>
    <w:link w:val="af0"/>
    <w:uiPriority w:val="99"/>
    <w:semiHidden/>
    <w:rsid w:val="00065E27"/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66CE8"/>
    <w:rPr>
      <w:sz w:val="20"/>
      <w:szCs w:val="20"/>
    </w:rPr>
  </w:style>
  <w:style w:type="character" w:styleId="af1">
    <w:name w:val="footnote reference"/>
    <w:basedOn w:val="a0"/>
    <w:uiPriority w:val="99"/>
    <w:semiHidden/>
    <w:rsid w:val="00065E27"/>
    <w:rPr>
      <w:rFonts w:cs="Times New Roman"/>
      <w:vertAlign w:val="superscript"/>
    </w:rPr>
  </w:style>
  <w:style w:type="paragraph" w:styleId="af2">
    <w:name w:val="Block Text"/>
    <w:basedOn w:val="a"/>
    <w:uiPriority w:val="99"/>
    <w:rsid w:val="00065E27"/>
    <w:pPr>
      <w:widowControl w:val="0"/>
      <w:ind w:left="175" w:right="-1"/>
      <w:jc w:val="both"/>
    </w:pPr>
  </w:style>
  <w:style w:type="character" w:customStyle="1" w:styleId="SUBST">
    <w:name w:val="__SUBST"/>
    <w:uiPriority w:val="99"/>
    <w:rsid w:val="00065E27"/>
    <w:rPr>
      <w:b/>
      <w:i/>
      <w:sz w:val="22"/>
    </w:rPr>
  </w:style>
  <w:style w:type="paragraph" w:customStyle="1" w:styleId="af3">
    <w:name w:val="бычный"/>
    <w:uiPriority w:val="99"/>
    <w:rsid w:val="00065E27"/>
    <w:pPr>
      <w:autoSpaceDE w:val="0"/>
      <w:autoSpaceDN w:val="0"/>
      <w:adjustRightInd w:val="0"/>
    </w:pPr>
    <w:rPr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0E3D4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66CE8"/>
    <w:rPr>
      <w:sz w:val="0"/>
      <w:szCs w:val="0"/>
    </w:rPr>
  </w:style>
  <w:style w:type="paragraph" w:customStyle="1" w:styleId="ConsPlusNormal">
    <w:name w:val="ConsPlusNormal"/>
    <w:uiPriority w:val="99"/>
    <w:rsid w:val="00651BF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14BA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6">
    <w:name w:val="annotation reference"/>
    <w:basedOn w:val="a0"/>
    <w:uiPriority w:val="99"/>
    <w:semiHidden/>
    <w:rsid w:val="00183EAB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183EAB"/>
    <w:rPr>
      <w:sz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66CE8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rsid w:val="00183EA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66CE8"/>
    <w:rPr>
      <w:b/>
      <w:bCs/>
      <w:sz w:val="20"/>
      <w:szCs w:val="20"/>
    </w:rPr>
  </w:style>
  <w:style w:type="paragraph" w:customStyle="1" w:styleId="afb">
    <w:name w:val="ШапкаТаблицыЗ"/>
    <w:uiPriority w:val="99"/>
    <w:rsid w:val="0052195B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rFonts w:ascii="Aria Cyr" w:hAnsi="Aria Cyr"/>
      <w:b/>
      <w:caps/>
      <w:sz w:val="24"/>
      <w:szCs w:val="20"/>
    </w:rPr>
  </w:style>
  <w:style w:type="paragraph" w:customStyle="1" w:styleId="afc">
    <w:name w:val="Протокольный"/>
    <w:basedOn w:val="a"/>
    <w:next w:val="a"/>
    <w:uiPriority w:val="99"/>
    <w:rsid w:val="0052195B"/>
    <w:pPr>
      <w:spacing w:before="260" w:after="260"/>
      <w:ind w:firstLine="720"/>
      <w:jc w:val="both"/>
    </w:pPr>
    <w:rPr>
      <w:b/>
      <w:caps/>
      <w:sz w:val="28"/>
    </w:rPr>
  </w:style>
  <w:style w:type="paragraph" w:styleId="afd">
    <w:name w:val="Document Map"/>
    <w:basedOn w:val="a"/>
    <w:link w:val="afe"/>
    <w:uiPriority w:val="99"/>
    <w:semiHidden/>
    <w:rsid w:val="00B734B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66CE8"/>
    <w:rPr>
      <w:sz w:val="0"/>
      <w:szCs w:val="0"/>
    </w:rPr>
  </w:style>
  <w:style w:type="paragraph" w:customStyle="1" w:styleId="aff">
    <w:name w:val="Знак Знак Знак Знак Знак Знак Знак Знак Знак Знак"/>
    <w:basedOn w:val="a"/>
    <w:uiPriority w:val="99"/>
    <w:rsid w:val="00FD24E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customStyle="1" w:styleId="Iaeeiaaiiuenienie">
    <w:name w:val="Ia?ee?iaaiiue nienie"/>
    <w:basedOn w:val="a"/>
    <w:uiPriority w:val="99"/>
    <w:rsid w:val="00FD24E7"/>
    <w:pPr>
      <w:tabs>
        <w:tab w:val="left" w:pos="357"/>
      </w:tabs>
      <w:ind w:left="1077" w:hanging="340"/>
      <w:jc w:val="both"/>
      <w:textAlignment w:val="auto"/>
    </w:pPr>
    <w:rPr>
      <w:sz w:val="28"/>
    </w:rPr>
  </w:style>
  <w:style w:type="character" w:styleId="aff0">
    <w:name w:val="Hyperlink"/>
    <w:basedOn w:val="a0"/>
    <w:uiPriority w:val="99"/>
    <w:rsid w:val="006D3E10"/>
    <w:rPr>
      <w:rFonts w:cs="Times New Roman"/>
      <w:color w:val="0000FF"/>
      <w:u w:val="single"/>
    </w:rPr>
  </w:style>
  <w:style w:type="paragraph" w:styleId="aff1">
    <w:name w:val="List Paragraph"/>
    <w:basedOn w:val="a"/>
    <w:uiPriority w:val="99"/>
    <w:qFormat/>
    <w:rsid w:val="00D2485C"/>
    <w:pPr>
      <w:ind w:left="720"/>
      <w:contextualSpacing/>
    </w:pPr>
  </w:style>
  <w:style w:type="paragraph" w:styleId="aff2">
    <w:name w:val="Revision"/>
    <w:hidden/>
    <w:uiPriority w:val="99"/>
    <w:semiHidden/>
    <w:rsid w:val="0095283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52;&#1086;&#1080;%20&#1076;&#1086;&#1082;&#1091;&#1084;&#1077;&#1085;&#1090;&#1099;\&#1043;&#1048;&#1050;-&#1061;&#1086;&#1083;&#1076;&#1080;&#1085;&#1075;\&#1051;&#1044;&#1050;\&#1059;&#1057;&#1058;&#1040;&#104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УСТАВ</Template>
  <TotalTime>318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.</dc:creator>
  <cp:keywords/>
  <dc:description/>
  <cp:lastModifiedBy>Елисеев Денис Сергеевич</cp:lastModifiedBy>
  <cp:revision>16</cp:revision>
  <cp:lastPrinted>2017-04-13T14:15:00Z</cp:lastPrinted>
  <dcterms:created xsi:type="dcterms:W3CDTF">2017-04-05T12:34:00Z</dcterms:created>
  <dcterms:modified xsi:type="dcterms:W3CDTF">2022-10-20T13:31:00Z</dcterms:modified>
</cp:coreProperties>
</file>